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2C1" w:rsidRPr="002C1932" w:rsidRDefault="00C622C1" w:rsidP="00854D2A">
      <w:pPr>
        <w:jc w:val="right"/>
        <w:rPr>
          <w:rFonts w:ascii="Times New Roman" w:hAnsi="Times New Roman" w:cs="Times New Roman"/>
          <w:sz w:val="24"/>
          <w:szCs w:val="24"/>
        </w:rPr>
      </w:pPr>
      <w:r w:rsidRPr="002C1932">
        <w:rPr>
          <w:rFonts w:ascii="Times New Roman" w:hAnsi="Times New Roman" w:cs="Times New Roman"/>
          <w:sz w:val="24"/>
          <w:szCs w:val="24"/>
        </w:rPr>
        <w:t>4. számú melléklet</w:t>
      </w:r>
    </w:p>
    <w:p w:rsidR="00C622C1" w:rsidRPr="002C1932" w:rsidRDefault="00C622C1" w:rsidP="00854D2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C1932">
        <w:rPr>
          <w:rFonts w:ascii="Times New Roman" w:hAnsi="Times New Roman" w:cs="Times New Roman"/>
          <w:b/>
          <w:bCs/>
          <w:sz w:val="24"/>
          <w:szCs w:val="24"/>
        </w:rPr>
        <w:t>KÉRELEM</w:t>
      </w:r>
    </w:p>
    <w:p w:rsidR="00C622C1" w:rsidRPr="002C1932" w:rsidRDefault="00C622C1" w:rsidP="00854D2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C1932">
        <w:rPr>
          <w:rFonts w:ascii="Times New Roman" w:hAnsi="Times New Roman" w:cs="Times New Roman"/>
          <w:b/>
          <w:bCs/>
          <w:sz w:val="24"/>
          <w:szCs w:val="24"/>
        </w:rPr>
        <w:t>saját tulajdonú gépjármű hivatali célú használatára</w:t>
      </w:r>
    </w:p>
    <w:p w:rsidR="00C622C1" w:rsidRPr="002C1932" w:rsidRDefault="00C622C1" w:rsidP="0097614B">
      <w:pPr>
        <w:jc w:val="both"/>
        <w:rPr>
          <w:rFonts w:ascii="Times New Roman" w:hAnsi="Times New Roman" w:cs="Times New Roman"/>
          <w:sz w:val="24"/>
          <w:szCs w:val="24"/>
        </w:rPr>
      </w:pPr>
      <w:r w:rsidRPr="002C1932">
        <w:rPr>
          <w:rFonts w:ascii="Times New Roman" w:hAnsi="Times New Roman" w:cs="Times New Roman"/>
          <w:sz w:val="24"/>
          <w:szCs w:val="24"/>
        </w:rPr>
        <w:t>Alulírott …………………………………………………, (név, beosztás), (születési hely: ………………………….., születési idő: ……………………., anyja neve: ……………………………….., lakcím: ………………………………) a ……………………………………… munkavállalója kérem, hogy saját tulajdonú (házastársam/ élettársam tulajdonában lévő) gépjármű hivatali célú használatát részemre engedélyezni szíveskedjék, az alábbiak szerint:</w:t>
      </w:r>
    </w:p>
    <w:p w:rsidR="00C622C1" w:rsidRPr="002C1932" w:rsidRDefault="00C622C1" w:rsidP="00854D2A">
      <w:pPr>
        <w:rPr>
          <w:rFonts w:ascii="Times New Roman" w:hAnsi="Times New Roman" w:cs="Times New Roman"/>
          <w:sz w:val="24"/>
          <w:szCs w:val="24"/>
        </w:rPr>
      </w:pPr>
      <w:r w:rsidRPr="002C1932">
        <w:rPr>
          <w:rFonts w:ascii="Times New Roman" w:hAnsi="Times New Roman" w:cs="Times New Roman"/>
          <w:sz w:val="24"/>
          <w:szCs w:val="24"/>
        </w:rPr>
        <w:t xml:space="preserve">20……. év </w:t>
      </w:r>
      <w:bookmarkStart w:id="0" w:name="_Hlk503444179"/>
      <w:r w:rsidRPr="002C1932">
        <w:rPr>
          <w:rFonts w:ascii="Times New Roman" w:hAnsi="Times New Roman" w:cs="Times New Roman"/>
          <w:sz w:val="24"/>
          <w:szCs w:val="24"/>
        </w:rPr>
        <w:t>………………</w:t>
      </w:r>
      <w:bookmarkEnd w:id="0"/>
      <w:r w:rsidRPr="002C1932">
        <w:rPr>
          <w:rFonts w:ascii="Times New Roman" w:hAnsi="Times New Roman" w:cs="Times New Roman"/>
          <w:sz w:val="24"/>
          <w:szCs w:val="24"/>
        </w:rPr>
        <w:t xml:space="preserve"> hó ……. napjától, 20……. év ……………… hó…….napjáig, ………… km felhasználásával.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73"/>
        <w:gridCol w:w="4389"/>
      </w:tblGrid>
      <w:tr w:rsidR="00C622C1" w:rsidRPr="00F9209E">
        <w:tc>
          <w:tcPr>
            <w:tcW w:w="9062" w:type="dxa"/>
            <w:gridSpan w:val="2"/>
          </w:tcPr>
          <w:p w:rsidR="00C622C1" w:rsidRPr="00F9209E" w:rsidRDefault="00C622C1" w:rsidP="00F920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209E">
              <w:rPr>
                <w:rFonts w:ascii="Times New Roman" w:hAnsi="Times New Roman" w:cs="Times New Roman"/>
                <w:sz w:val="24"/>
                <w:szCs w:val="24"/>
              </w:rPr>
              <w:t>Saját gépjármű adatai:</w:t>
            </w:r>
          </w:p>
        </w:tc>
      </w:tr>
      <w:tr w:rsidR="00C622C1" w:rsidRPr="00F9209E">
        <w:tc>
          <w:tcPr>
            <w:tcW w:w="4673" w:type="dxa"/>
          </w:tcPr>
          <w:p w:rsidR="00C622C1" w:rsidRPr="00F9209E" w:rsidRDefault="00C622C1" w:rsidP="00F920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209E">
              <w:rPr>
                <w:rFonts w:ascii="Times New Roman" w:hAnsi="Times New Roman" w:cs="Times New Roman"/>
                <w:sz w:val="24"/>
                <w:szCs w:val="24"/>
              </w:rPr>
              <w:t>A gépjármű tulajdonosának neve:</w:t>
            </w:r>
          </w:p>
        </w:tc>
        <w:tc>
          <w:tcPr>
            <w:tcW w:w="4389" w:type="dxa"/>
          </w:tcPr>
          <w:p w:rsidR="00C622C1" w:rsidRPr="00F9209E" w:rsidRDefault="00C622C1" w:rsidP="00F920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2C1" w:rsidRPr="00F9209E">
        <w:tc>
          <w:tcPr>
            <w:tcW w:w="4673" w:type="dxa"/>
          </w:tcPr>
          <w:p w:rsidR="00C622C1" w:rsidRPr="00F9209E" w:rsidRDefault="00C622C1" w:rsidP="00F920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209E">
              <w:rPr>
                <w:rFonts w:ascii="Times New Roman" w:hAnsi="Times New Roman" w:cs="Times New Roman"/>
                <w:sz w:val="24"/>
                <w:szCs w:val="24"/>
              </w:rPr>
              <w:t>A gépjármű gyártmánya, típusa:</w:t>
            </w:r>
          </w:p>
        </w:tc>
        <w:tc>
          <w:tcPr>
            <w:tcW w:w="4389" w:type="dxa"/>
          </w:tcPr>
          <w:p w:rsidR="00C622C1" w:rsidRPr="00F9209E" w:rsidRDefault="00C622C1" w:rsidP="00F920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2C1" w:rsidRPr="00F9209E">
        <w:tc>
          <w:tcPr>
            <w:tcW w:w="4673" w:type="dxa"/>
          </w:tcPr>
          <w:p w:rsidR="00C622C1" w:rsidRPr="00F9209E" w:rsidRDefault="00C622C1" w:rsidP="00F920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209E">
              <w:rPr>
                <w:rFonts w:ascii="Times New Roman" w:hAnsi="Times New Roman" w:cs="Times New Roman"/>
                <w:sz w:val="24"/>
                <w:szCs w:val="24"/>
              </w:rPr>
              <w:t>A gépjármű rendszáma:</w:t>
            </w:r>
          </w:p>
        </w:tc>
        <w:tc>
          <w:tcPr>
            <w:tcW w:w="4389" w:type="dxa"/>
          </w:tcPr>
          <w:p w:rsidR="00C622C1" w:rsidRPr="00F9209E" w:rsidRDefault="00C622C1" w:rsidP="00F920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2C1" w:rsidRPr="00F9209E">
        <w:tc>
          <w:tcPr>
            <w:tcW w:w="4673" w:type="dxa"/>
          </w:tcPr>
          <w:p w:rsidR="00C622C1" w:rsidRPr="00F9209E" w:rsidRDefault="00C622C1" w:rsidP="00F920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209E">
              <w:rPr>
                <w:rFonts w:ascii="Times New Roman" w:hAnsi="Times New Roman" w:cs="Times New Roman"/>
                <w:sz w:val="24"/>
                <w:szCs w:val="24"/>
              </w:rPr>
              <w:t>Hengerűrtartalom (cm</w:t>
            </w:r>
            <w:r w:rsidRPr="00F9209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F9209E">
              <w:rPr>
                <w:rFonts w:ascii="Times New Roman" w:hAnsi="Times New Roman" w:cs="Times New Roman"/>
                <w:sz w:val="24"/>
                <w:szCs w:val="24"/>
              </w:rPr>
              <w:t>):</w:t>
            </w:r>
          </w:p>
        </w:tc>
        <w:tc>
          <w:tcPr>
            <w:tcW w:w="4389" w:type="dxa"/>
          </w:tcPr>
          <w:p w:rsidR="00C622C1" w:rsidRPr="00F9209E" w:rsidRDefault="00C622C1" w:rsidP="00F920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2C1" w:rsidRPr="00F9209E">
        <w:tc>
          <w:tcPr>
            <w:tcW w:w="4673" w:type="dxa"/>
          </w:tcPr>
          <w:p w:rsidR="00C622C1" w:rsidRPr="00F9209E" w:rsidRDefault="00C622C1" w:rsidP="00F920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209E">
              <w:rPr>
                <w:rFonts w:ascii="Times New Roman" w:hAnsi="Times New Roman" w:cs="Times New Roman"/>
                <w:sz w:val="24"/>
                <w:szCs w:val="24"/>
              </w:rPr>
              <w:t>Üzemanyag típusa (benzin/ gázolaj):</w:t>
            </w:r>
          </w:p>
        </w:tc>
        <w:tc>
          <w:tcPr>
            <w:tcW w:w="4389" w:type="dxa"/>
          </w:tcPr>
          <w:p w:rsidR="00C622C1" w:rsidRPr="00F9209E" w:rsidRDefault="00C622C1" w:rsidP="00F920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2C1" w:rsidRPr="00F9209E">
        <w:tc>
          <w:tcPr>
            <w:tcW w:w="4673" w:type="dxa"/>
          </w:tcPr>
          <w:p w:rsidR="00C622C1" w:rsidRPr="00F9209E" w:rsidRDefault="00C622C1" w:rsidP="00F920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209E">
              <w:rPr>
                <w:rFonts w:ascii="Times New Roman" w:hAnsi="Times New Roman" w:cs="Times New Roman"/>
                <w:sz w:val="24"/>
                <w:szCs w:val="24"/>
              </w:rPr>
              <w:t>Fogyasztás alapnorma átalány (liter/ 100 km):</w:t>
            </w:r>
          </w:p>
        </w:tc>
        <w:tc>
          <w:tcPr>
            <w:tcW w:w="4389" w:type="dxa"/>
          </w:tcPr>
          <w:p w:rsidR="00C622C1" w:rsidRPr="00F9209E" w:rsidRDefault="00C622C1" w:rsidP="00F920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2C1" w:rsidRPr="00F9209E">
        <w:tc>
          <w:tcPr>
            <w:tcW w:w="4673" w:type="dxa"/>
          </w:tcPr>
          <w:p w:rsidR="00C622C1" w:rsidRPr="00F9209E" w:rsidRDefault="00C622C1" w:rsidP="00F920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209E">
              <w:rPr>
                <w:rFonts w:ascii="Times New Roman" w:hAnsi="Times New Roman" w:cs="Times New Roman"/>
                <w:sz w:val="24"/>
                <w:szCs w:val="24"/>
              </w:rPr>
              <w:t>A gépjármű kötelező felelősségbiztosítási kötvény száma:</w:t>
            </w:r>
          </w:p>
        </w:tc>
        <w:tc>
          <w:tcPr>
            <w:tcW w:w="4389" w:type="dxa"/>
          </w:tcPr>
          <w:p w:rsidR="00C622C1" w:rsidRPr="00F9209E" w:rsidRDefault="00C622C1" w:rsidP="00F920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2C1" w:rsidRPr="00F9209E">
        <w:tc>
          <w:tcPr>
            <w:tcW w:w="4673" w:type="dxa"/>
          </w:tcPr>
          <w:p w:rsidR="00C622C1" w:rsidRPr="00F9209E" w:rsidRDefault="00C622C1" w:rsidP="00F920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209E">
              <w:rPr>
                <w:rFonts w:ascii="Times New Roman" w:hAnsi="Times New Roman" w:cs="Times New Roman"/>
                <w:sz w:val="24"/>
                <w:szCs w:val="24"/>
              </w:rPr>
              <w:t>CASCO biztosítási kötvény száma (nem kötelező kitölteni):</w:t>
            </w:r>
          </w:p>
        </w:tc>
        <w:tc>
          <w:tcPr>
            <w:tcW w:w="4389" w:type="dxa"/>
          </w:tcPr>
          <w:p w:rsidR="00C622C1" w:rsidRPr="00F9209E" w:rsidRDefault="00C622C1" w:rsidP="00F920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2C1" w:rsidRPr="00F9209E">
        <w:tc>
          <w:tcPr>
            <w:tcW w:w="4673" w:type="dxa"/>
          </w:tcPr>
          <w:p w:rsidR="00C622C1" w:rsidRPr="00F9209E" w:rsidRDefault="00C622C1" w:rsidP="00F920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209E">
              <w:rPr>
                <w:rFonts w:ascii="Times New Roman" w:hAnsi="Times New Roman" w:cs="Times New Roman"/>
                <w:sz w:val="24"/>
                <w:szCs w:val="24"/>
              </w:rPr>
              <w:t>Érvényes gépjármű vezetői engedély száma:</w:t>
            </w:r>
          </w:p>
        </w:tc>
        <w:tc>
          <w:tcPr>
            <w:tcW w:w="4389" w:type="dxa"/>
          </w:tcPr>
          <w:p w:rsidR="00C622C1" w:rsidRPr="00F9209E" w:rsidRDefault="00C622C1" w:rsidP="00F920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22C1" w:rsidRDefault="00C622C1" w:rsidP="00854D2A">
      <w:pPr>
        <w:rPr>
          <w:rFonts w:ascii="Times New Roman" w:hAnsi="Times New Roman" w:cs="Times New Roman"/>
          <w:sz w:val="24"/>
          <w:szCs w:val="24"/>
        </w:rPr>
      </w:pPr>
      <w:r w:rsidRPr="002C1932">
        <w:rPr>
          <w:rFonts w:ascii="Times New Roman" w:hAnsi="Times New Roman" w:cs="Times New Roman"/>
          <w:sz w:val="24"/>
          <w:szCs w:val="24"/>
        </w:rPr>
        <w:t>Részletes indoklás (a feladat megnevezése, az egyszeri vagy tartós használat iránti igény feltüntetése):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C193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……….</w:t>
      </w:r>
    </w:p>
    <w:p w:rsidR="00C622C1" w:rsidRPr="002C1932" w:rsidRDefault="00C622C1" w:rsidP="002C1932">
      <w:pPr>
        <w:rPr>
          <w:rFonts w:ascii="Times New Roman" w:hAnsi="Times New Roman" w:cs="Times New Roman"/>
          <w:sz w:val="24"/>
          <w:szCs w:val="24"/>
        </w:rPr>
      </w:pPr>
      <w:r w:rsidRPr="002C1932">
        <w:rPr>
          <w:rFonts w:ascii="Times New Roman" w:hAnsi="Times New Roman" w:cs="Times New Roman"/>
          <w:sz w:val="24"/>
          <w:szCs w:val="24"/>
        </w:rPr>
        <w:t>…………...........................………………………………………………………………………</w:t>
      </w:r>
    </w:p>
    <w:p w:rsidR="00C622C1" w:rsidRPr="0097614B" w:rsidRDefault="00C622C1" w:rsidP="0097614B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7614B">
        <w:rPr>
          <w:rFonts w:ascii="Times New Roman" w:hAnsi="Times New Roman" w:cs="Times New Roman"/>
          <w:color w:val="000000"/>
          <w:sz w:val="24"/>
          <w:szCs w:val="24"/>
        </w:rPr>
        <w:t xml:space="preserve">Nyilatkozom, hogy a saját tulajdonú gépjárművet hivatali célból kizárólag a saját felelősségemre veszem igénybe, a hivatali feladatellátás során a gépjárműben keletkezett esetleges kárért a munkáltatómat semmilyen kötelezettség nem terheli. </w:t>
      </w:r>
    </w:p>
    <w:p w:rsidR="00C622C1" w:rsidRPr="0097614B" w:rsidRDefault="00C622C1" w:rsidP="0097614B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7614B">
        <w:rPr>
          <w:rFonts w:ascii="Times New Roman" w:hAnsi="Times New Roman" w:cs="Times New Roman"/>
          <w:color w:val="000000"/>
          <w:sz w:val="24"/>
          <w:szCs w:val="24"/>
        </w:rPr>
        <w:t xml:space="preserve">Tudomásul veszem, hogy az üzemanyag-elszámolást az önkormányzat a közúti gépjárművek, az egyes mezőgazdasági, erdészeti és halászati erőgépek üzemanyag-és kenőanyag fogyasztásának igazolás nélkül elszámolható mértékéről szóló 60/1992. (IV. 1.) Korm. rendelet 2. </w:t>
      </w:r>
      <w:r w:rsidRPr="009761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§ (1) bekezdésének b) pontja alapján alapnorma-átalány elszámolással végzi.</w:t>
      </w:r>
    </w:p>
    <w:p w:rsidR="00C622C1" w:rsidRPr="0097614B" w:rsidRDefault="00C622C1" w:rsidP="0097614B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7614B">
        <w:rPr>
          <w:rFonts w:ascii="Times New Roman" w:hAnsi="Times New Roman" w:cs="Times New Roman"/>
          <w:color w:val="000000"/>
          <w:sz w:val="24"/>
          <w:szCs w:val="24"/>
        </w:rPr>
        <w:t xml:space="preserve">Üzemanyagárként a személyi jövedelemadóról szóló 1995. évi CXVII. törvény (a továbbiakban: Szja. törvény) 82. </w:t>
      </w:r>
      <w:r w:rsidRPr="009761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§ (2) bekezdése szerinti, a Nemzeti Adó-és Vámhivatal által havonta közzétett üzemanyagár kerül elszámolásra a leigazolt futásteljesítmény alapján. Fenntartási, javítási és felújítási költségként (normaköltség) legfeljebb a Szja. törvény mindenkor érvényes előírásainak mértékű költsége számolható el.</w:t>
      </w:r>
    </w:p>
    <w:p w:rsidR="00C622C1" w:rsidRPr="002C1932" w:rsidRDefault="00C622C1" w:rsidP="00854D2A">
      <w:pPr>
        <w:rPr>
          <w:rFonts w:ascii="Times New Roman" w:hAnsi="Times New Roman" w:cs="Times New Roman"/>
          <w:sz w:val="24"/>
          <w:szCs w:val="24"/>
        </w:rPr>
      </w:pPr>
      <w:r w:rsidRPr="002C1932">
        <w:rPr>
          <w:rFonts w:ascii="Times New Roman" w:hAnsi="Times New Roman" w:cs="Times New Roman"/>
          <w:sz w:val="24"/>
          <w:szCs w:val="24"/>
        </w:rPr>
        <w:t>Kelt: ……………………………………...,  …..……. év ……………… hó ……. nap</w:t>
      </w:r>
    </w:p>
    <w:p w:rsidR="00C622C1" w:rsidRDefault="00C622C1" w:rsidP="00032440">
      <w:pPr>
        <w:ind w:left="4248" w:firstLine="708"/>
        <w:rPr>
          <w:rFonts w:ascii="Times New Roman" w:hAnsi="Times New Roman" w:cs="Times New Roman"/>
          <w:sz w:val="24"/>
          <w:szCs w:val="24"/>
        </w:rPr>
      </w:pPr>
    </w:p>
    <w:p w:rsidR="00C622C1" w:rsidRDefault="00C622C1" w:rsidP="00032440">
      <w:pPr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2C1932">
        <w:rPr>
          <w:rFonts w:ascii="Times New Roman" w:hAnsi="Times New Roman" w:cs="Times New Roman"/>
          <w:sz w:val="24"/>
          <w:szCs w:val="24"/>
        </w:rPr>
        <w:t>……………………………</w:t>
      </w:r>
    </w:p>
    <w:p w:rsidR="00C622C1" w:rsidRDefault="00C622C1" w:rsidP="00032440">
      <w:pPr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2C1932">
        <w:rPr>
          <w:rFonts w:ascii="Times New Roman" w:hAnsi="Times New Roman" w:cs="Times New Roman"/>
          <w:sz w:val="24"/>
          <w:szCs w:val="24"/>
        </w:rPr>
        <w:t>kérelmező</w:t>
      </w:r>
    </w:p>
    <w:p w:rsidR="00C622C1" w:rsidRPr="004347B5" w:rsidRDefault="00C622C1" w:rsidP="004347B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347B5">
        <w:rPr>
          <w:rFonts w:ascii="Times New Roman" w:hAnsi="Times New Roman" w:cs="Times New Roman"/>
          <w:b/>
          <w:bCs/>
          <w:sz w:val="24"/>
          <w:szCs w:val="24"/>
        </w:rPr>
        <w:t>ENGEDÉLY</w:t>
      </w:r>
    </w:p>
    <w:p w:rsidR="00C622C1" w:rsidRDefault="00C622C1" w:rsidP="004347B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347B5">
        <w:rPr>
          <w:rFonts w:ascii="Times New Roman" w:hAnsi="Times New Roman" w:cs="Times New Roman"/>
          <w:b/>
          <w:bCs/>
          <w:sz w:val="24"/>
          <w:szCs w:val="24"/>
        </w:rPr>
        <w:t>SAJÁT TULAJDONÚ GÉPJÁRMŰ HIVATALI CÉLÚ HASZNÁLATÁRA</w:t>
      </w:r>
    </w:p>
    <w:p w:rsidR="00C622C1" w:rsidRDefault="00C622C1" w:rsidP="004347B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622C1" w:rsidRPr="00BB794F" w:rsidRDefault="00C622C1" w:rsidP="00BB794F">
      <w:pPr>
        <w:jc w:val="both"/>
        <w:rPr>
          <w:rFonts w:ascii="Times New Roman" w:hAnsi="Times New Roman" w:cs="Times New Roman"/>
          <w:sz w:val="24"/>
          <w:szCs w:val="24"/>
        </w:rPr>
      </w:pPr>
      <w:r w:rsidRPr="00BB794F">
        <w:rPr>
          <w:rFonts w:ascii="Times New Roman" w:hAnsi="Times New Roman" w:cs="Times New Roman"/>
          <w:sz w:val="24"/>
          <w:szCs w:val="24"/>
        </w:rPr>
        <w:t>Engedélyezem, hogy ………………………………………………… (kérelmező neve) saját tulajdonú (a házastárs/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794F">
        <w:rPr>
          <w:rFonts w:ascii="Times New Roman" w:hAnsi="Times New Roman" w:cs="Times New Roman"/>
          <w:sz w:val="24"/>
          <w:szCs w:val="24"/>
        </w:rPr>
        <w:t>élettárs tulajdonában lévő) ……………………… forgalmi rendszámú személygépkocsit érvényes vezetői és forgalmi engedéllyel hivatali célra, a kérelemben foglaltak szerint használja.</w:t>
      </w:r>
    </w:p>
    <w:p w:rsidR="00C622C1" w:rsidRDefault="00C622C1" w:rsidP="00BB794F">
      <w:pPr>
        <w:jc w:val="both"/>
        <w:rPr>
          <w:rFonts w:ascii="Times New Roman" w:hAnsi="Times New Roman" w:cs="Times New Roman"/>
          <w:sz w:val="24"/>
          <w:szCs w:val="24"/>
        </w:rPr>
      </w:pPr>
      <w:r w:rsidRPr="00BB794F">
        <w:rPr>
          <w:rFonts w:ascii="Times New Roman" w:hAnsi="Times New Roman" w:cs="Times New Roman"/>
          <w:sz w:val="24"/>
          <w:szCs w:val="24"/>
        </w:rPr>
        <w:t>Jelen engedély az aláírás napjától a kérelemben foglalt időhatárig érvényes.</w:t>
      </w:r>
    </w:p>
    <w:p w:rsidR="00C622C1" w:rsidRPr="002C1932" w:rsidRDefault="00C622C1" w:rsidP="00BB794F">
      <w:pPr>
        <w:rPr>
          <w:rFonts w:ascii="Times New Roman" w:hAnsi="Times New Roman" w:cs="Times New Roman"/>
          <w:sz w:val="24"/>
          <w:szCs w:val="24"/>
        </w:rPr>
      </w:pPr>
      <w:r w:rsidRPr="002C1932">
        <w:rPr>
          <w:rFonts w:ascii="Times New Roman" w:hAnsi="Times New Roman" w:cs="Times New Roman"/>
          <w:sz w:val="24"/>
          <w:szCs w:val="24"/>
        </w:rPr>
        <w:t>Kelt: ……………………………………...,  …..……. év ……………… hó ……. nap</w:t>
      </w:r>
    </w:p>
    <w:p w:rsidR="00C622C1" w:rsidRDefault="00C622C1" w:rsidP="00BB794F">
      <w:pPr>
        <w:ind w:left="4248" w:firstLine="708"/>
        <w:rPr>
          <w:rFonts w:ascii="Times New Roman" w:hAnsi="Times New Roman" w:cs="Times New Roman"/>
          <w:sz w:val="24"/>
          <w:szCs w:val="24"/>
        </w:rPr>
      </w:pPr>
    </w:p>
    <w:p w:rsidR="00C622C1" w:rsidRDefault="00C622C1" w:rsidP="00BB794F">
      <w:pPr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2C1932">
        <w:rPr>
          <w:rFonts w:ascii="Times New Roman" w:hAnsi="Times New Roman" w:cs="Times New Roman"/>
          <w:sz w:val="24"/>
          <w:szCs w:val="24"/>
        </w:rPr>
        <w:t>……………………………</w:t>
      </w:r>
    </w:p>
    <w:p w:rsidR="00C622C1" w:rsidRDefault="00C622C1" w:rsidP="00BB794F">
      <w:pPr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munkáltatói jogkör gyakorlója</w:t>
      </w:r>
    </w:p>
    <w:p w:rsidR="00C622C1" w:rsidRDefault="00C622C1" w:rsidP="00BB794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622C1" w:rsidRPr="00BB794F" w:rsidRDefault="00C622C1" w:rsidP="00BB794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622C1" w:rsidRPr="004347B5" w:rsidRDefault="00C622C1" w:rsidP="004347B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GoBack"/>
      <w:bookmarkEnd w:id="1"/>
    </w:p>
    <w:sectPr w:rsidR="00C622C1" w:rsidRPr="004347B5" w:rsidSect="00032440"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22C1" w:rsidRDefault="00C622C1" w:rsidP="002C1932">
      <w:pPr>
        <w:spacing w:after="0" w:line="240" w:lineRule="auto"/>
      </w:pPr>
      <w:r>
        <w:separator/>
      </w:r>
    </w:p>
  </w:endnote>
  <w:endnote w:type="continuationSeparator" w:id="0">
    <w:p w:rsidR="00C622C1" w:rsidRDefault="00C622C1" w:rsidP="002C19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22C1" w:rsidRDefault="00C622C1" w:rsidP="002C1932">
      <w:pPr>
        <w:spacing w:after="0" w:line="240" w:lineRule="auto"/>
      </w:pPr>
      <w:r>
        <w:separator/>
      </w:r>
    </w:p>
  </w:footnote>
  <w:footnote w:type="continuationSeparator" w:id="0">
    <w:p w:rsidR="00C622C1" w:rsidRDefault="00C622C1" w:rsidP="002C19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4D2A"/>
    <w:rsid w:val="00032440"/>
    <w:rsid w:val="000C6923"/>
    <w:rsid w:val="0013696C"/>
    <w:rsid w:val="002C1932"/>
    <w:rsid w:val="00353196"/>
    <w:rsid w:val="0035797B"/>
    <w:rsid w:val="004347B5"/>
    <w:rsid w:val="007058D5"/>
    <w:rsid w:val="00761D0D"/>
    <w:rsid w:val="00854D2A"/>
    <w:rsid w:val="0097614B"/>
    <w:rsid w:val="00AD06AA"/>
    <w:rsid w:val="00BB794F"/>
    <w:rsid w:val="00C622C1"/>
    <w:rsid w:val="00D3589A"/>
    <w:rsid w:val="00F920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06AA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54D2A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rsid w:val="002C19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C193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2C1932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9761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761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2</Pages>
  <Words>338</Words>
  <Characters>2339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</dc:title>
  <dc:subject/>
  <dc:creator>Csorvási Polgármesteri Hivatal</dc:creator>
  <cp:keywords/>
  <dc:description/>
  <cp:lastModifiedBy>user</cp:lastModifiedBy>
  <cp:revision>2</cp:revision>
  <cp:lastPrinted>2018-01-11T13:22:00Z</cp:lastPrinted>
  <dcterms:created xsi:type="dcterms:W3CDTF">2018-01-11T15:32:00Z</dcterms:created>
  <dcterms:modified xsi:type="dcterms:W3CDTF">2018-01-11T15:33:00Z</dcterms:modified>
</cp:coreProperties>
</file>